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119" w:rsidRDefault="00817119">
      <w:pPr>
        <w:spacing w:line="3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附件一：</w:t>
      </w:r>
    </w:p>
    <w:p w:rsidR="00817119" w:rsidRDefault="00817119">
      <w:pPr>
        <w:spacing w:line="520" w:lineRule="exact"/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cs="黑体"/>
          <w:sz w:val="44"/>
          <w:szCs w:val="44"/>
        </w:rPr>
        <w:t>2018</w:t>
      </w:r>
      <w:r>
        <w:rPr>
          <w:rFonts w:ascii="黑体" w:eastAsia="黑体" w:hAnsi="宋体" w:cs="黑体" w:hint="eastAsia"/>
          <w:sz w:val="44"/>
          <w:szCs w:val="44"/>
        </w:rPr>
        <w:t>年“教育先锋号”推荐表</w:t>
      </w:r>
    </w:p>
    <w:p w:rsidR="00817119" w:rsidRDefault="00817119">
      <w:pPr>
        <w:spacing w:line="3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推荐单位（全称）：</w:t>
      </w:r>
    </w:p>
    <w:tbl>
      <w:tblPr>
        <w:tblW w:w="9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9"/>
        <w:gridCol w:w="459"/>
        <w:gridCol w:w="360"/>
        <w:gridCol w:w="900"/>
        <w:gridCol w:w="1980"/>
        <w:gridCol w:w="360"/>
        <w:gridCol w:w="540"/>
        <w:gridCol w:w="540"/>
        <w:gridCol w:w="540"/>
        <w:gridCol w:w="800"/>
        <w:gridCol w:w="1890"/>
      </w:tblGrid>
      <w:tr w:rsidR="00817119" w:rsidTr="002E1E97">
        <w:trPr>
          <w:trHeight w:val="880"/>
        </w:trPr>
        <w:tc>
          <w:tcPr>
            <w:tcW w:w="1548" w:type="dxa"/>
            <w:gridSpan w:val="3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系、所、科室名称（全称）</w:t>
            </w:r>
          </w:p>
        </w:tc>
        <w:tc>
          <w:tcPr>
            <w:tcW w:w="3780" w:type="dxa"/>
            <w:gridSpan w:val="4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center"/>
          </w:tcPr>
          <w:p w:rsidR="00817119" w:rsidRDefault="00817119" w:rsidP="00817119">
            <w:pPr>
              <w:spacing w:line="320" w:lineRule="exact"/>
              <w:ind w:leftChars="-50" w:left="31680" w:rightChars="-50" w:right="3168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负责人姓名</w:t>
            </w:r>
          </w:p>
        </w:tc>
        <w:tc>
          <w:tcPr>
            <w:tcW w:w="1890" w:type="dxa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17119">
        <w:trPr>
          <w:trHeight w:val="549"/>
        </w:trPr>
        <w:tc>
          <w:tcPr>
            <w:tcW w:w="1548" w:type="dxa"/>
            <w:gridSpan w:val="3"/>
            <w:vMerge w:val="restart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人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数</w:t>
            </w:r>
          </w:p>
        </w:tc>
        <w:tc>
          <w:tcPr>
            <w:tcW w:w="900" w:type="dxa"/>
            <w:vMerge w:val="restart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817119" w:rsidRDefault="00817119">
            <w:pPr>
              <w:spacing w:line="32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高级职称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女职工人数</w:t>
            </w:r>
          </w:p>
        </w:tc>
        <w:tc>
          <w:tcPr>
            <w:tcW w:w="2690" w:type="dxa"/>
            <w:gridSpan w:val="2"/>
            <w:vMerge w:val="restart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817119">
        <w:trPr>
          <w:trHeight w:val="524"/>
        </w:trPr>
        <w:tc>
          <w:tcPr>
            <w:tcW w:w="1548" w:type="dxa"/>
            <w:gridSpan w:val="3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817119" w:rsidRDefault="00817119">
            <w:pPr>
              <w:spacing w:line="32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中级职称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620" w:type="dxa"/>
            <w:gridSpan w:val="3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817119">
        <w:trPr>
          <w:trHeight w:val="375"/>
        </w:trPr>
        <w:tc>
          <w:tcPr>
            <w:tcW w:w="1548" w:type="dxa"/>
            <w:gridSpan w:val="3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817119" w:rsidRDefault="00817119">
            <w:pPr>
              <w:spacing w:line="32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初级职称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620" w:type="dxa"/>
            <w:gridSpan w:val="3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817119">
        <w:trPr>
          <w:trHeight w:val="255"/>
        </w:trPr>
        <w:tc>
          <w:tcPr>
            <w:tcW w:w="1548" w:type="dxa"/>
            <w:gridSpan w:val="3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817119" w:rsidRDefault="00817119" w:rsidP="00C10654">
            <w:pPr>
              <w:spacing w:line="320" w:lineRule="exac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其他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620" w:type="dxa"/>
            <w:gridSpan w:val="3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690" w:type="dxa"/>
            <w:gridSpan w:val="2"/>
            <w:vMerge/>
            <w:vAlign w:val="center"/>
          </w:tcPr>
          <w:p w:rsidR="00817119" w:rsidRDefault="00817119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:rsidR="00817119">
        <w:trPr>
          <w:trHeight w:val="543"/>
        </w:trPr>
        <w:tc>
          <w:tcPr>
            <w:tcW w:w="1548" w:type="dxa"/>
            <w:gridSpan w:val="3"/>
            <w:vAlign w:val="center"/>
          </w:tcPr>
          <w:p w:rsidR="00817119" w:rsidRDefault="00817119"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曾获荣誉</w:t>
            </w:r>
          </w:p>
        </w:tc>
        <w:tc>
          <w:tcPr>
            <w:tcW w:w="7550" w:type="dxa"/>
            <w:gridSpan w:val="8"/>
            <w:vAlign w:val="center"/>
          </w:tcPr>
          <w:p w:rsidR="00817119" w:rsidRDefault="00817119">
            <w:pPr>
              <w:spacing w:line="320" w:lineRule="exact"/>
              <w:jc w:val="left"/>
              <w:rPr>
                <w:rFonts w:ascii="宋体"/>
              </w:rPr>
            </w:pPr>
          </w:p>
          <w:p w:rsidR="00817119" w:rsidRDefault="00817119">
            <w:pPr>
              <w:spacing w:line="320" w:lineRule="exact"/>
              <w:jc w:val="left"/>
              <w:rPr>
                <w:rFonts w:ascii="宋体"/>
              </w:rPr>
            </w:pPr>
          </w:p>
        </w:tc>
      </w:tr>
      <w:tr w:rsidR="00817119">
        <w:trPr>
          <w:trHeight w:val="5957"/>
        </w:trPr>
        <w:tc>
          <w:tcPr>
            <w:tcW w:w="729" w:type="dxa"/>
            <w:vAlign w:val="center"/>
          </w:tcPr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</w:t>
            </w:r>
          </w:p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要</w:t>
            </w:r>
          </w:p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业</w:t>
            </w:r>
          </w:p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绩</w:t>
            </w:r>
          </w:p>
        </w:tc>
        <w:tc>
          <w:tcPr>
            <w:tcW w:w="8369" w:type="dxa"/>
            <w:gridSpan w:val="10"/>
          </w:tcPr>
          <w:p w:rsidR="00817119" w:rsidRDefault="00817119" w:rsidP="00817119">
            <w:pPr>
              <w:spacing w:line="276" w:lineRule="auto"/>
              <w:ind w:firstLineChars="200" w:firstLine="31680"/>
              <w:jc w:val="left"/>
              <w:rPr>
                <w:sz w:val="24"/>
                <w:szCs w:val="24"/>
              </w:rPr>
            </w:pPr>
          </w:p>
          <w:p w:rsidR="00817119" w:rsidRDefault="00817119" w:rsidP="00817119">
            <w:pPr>
              <w:spacing w:line="276" w:lineRule="auto"/>
              <w:ind w:firstLineChars="200" w:firstLine="3168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17119" w:rsidTr="003768C4">
        <w:trPr>
          <w:trHeight w:val="1148"/>
        </w:trPr>
        <w:tc>
          <w:tcPr>
            <w:tcW w:w="1188" w:type="dxa"/>
            <w:gridSpan w:val="2"/>
            <w:vAlign w:val="center"/>
          </w:tcPr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分工会</w:t>
            </w:r>
          </w:p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意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3240" w:type="dxa"/>
            <w:gridSpan w:val="3"/>
            <w:vAlign w:val="center"/>
          </w:tcPr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        </w:t>
            </w: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签字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</w:t>
            </w: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  <w:tc>
          <w:tcPr>
            <w:tcW w:w="1440" w:type="dxa"/>
            <w:gridSpan w:val="3"/>
            <w:vAlign w:val="center"/>
          </w:tcPr>
          <w:p w:rsidR="00817119" w:rsidRDefault="00817119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党总支</w:t>
            </w: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意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见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3230" w:type="dxa"/>
            <w:gridSpan w:val="3"/>
            <w:vAlign w:val="center"/>
          </w:tcPr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签字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  <w:tr w:rsidR="00817119" w:rsidTr="003768C4">
        <w:trPr>
          <w:trHeight w:val="613"/>
        </w:trPr>
        <w:tc>
          <w:tcPr>
            <w:tcW w:w="1188" w:type="dxa"/>
            <w:gridSpan w:val="2"/>
            <w:vAlign w:val="center"/>
          </w:tcPr>
          <w:p w:rsidR="00817119" w:rsidRDefault="00817119" w:rsidP="003768C4">
            <w:pPr>
              <w:spacing w:line="52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校工会</w:t>
            </w:r>
          </w:p>
          <w:p w:rsidR="00817119" w:rsidRDefault="00817119" w:rsidP="003768C4">
            <w:pPr>
              <w:spacing w:line="52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审批意见</w:t>
            </w:r>
          </w:p>
        </w:tc>
        <w:tc>
          <w:tcPr>
            <w:tcW w:w="7910" w:type="dxa"/>
            <w:gridSpan w:val="9"/>
            <w:vAlign w:val="center"/>
          </w:tcPr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盖章</w:t>
            </w:r>
          </w:p>
          <w:p w:rsidR="00817119" w:rsidRDefault="00817119">
            <w:pPr>
              <w:spacing w:line="52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日</w:t>
            </w:r>
          </w:p>
        </w:tc>
      </w:tr>
    </w:tbl>
    <w:p w:rsidR="00817119" w:rsidRDefault="00817119"/>
    <w:sectPr w:rsidR="00817119" w:rsidSect="00EE479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119" w:rsidRDefault="00817119" w:rsidP="00EE4795">
      <w:r>
        <w:separator/>
      </w:r>
    </w:p>
  </w:endnote>
  <w:endnote w:type="continuationSeparator" w:id="0">
    <w:p w:rsidR="00817119" w:rsidRDefault="00817119" w:rsidP="00EE4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119" w:rsidRDefault="00817119">
    <w:pPr>
      <w:pStyle w:val="Footer"/>
      <w:framePr w:wrap="auto" w:vAnchor="text" w:hAnchor="margin" w:xAlign="outside" w:y="1"/>
      <w:rPr>
        <w:rStyle w:val="PageNumber"/>
        <w:sz w:val="24"/>
        <w:szCs w:val="24"/>
      </w:rPr>
    </w:pPr>
  </w:p>
  <w:p w:rsidR="00817119" w:rsidRDefault="00817119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119" w:rsidRDefault="00817119" w:rsidP="00EE4795">
      <w:r>
        <w:separator/>
      </w:r>
    </w:p>
  </w:footnote>
  <w:footnote w:type="continuationSeparator" w:id="0">
    <w:p w:rsidR="00817119" w:rsidRDefault="00817119" w:rsidP="00EE47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119" w:rsidRDefault="00817119" w:rsidP="003768C4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382"/>
    <w:rsid w:val="000046E7"/>
    <w:rsid w:val="000536A2"/>
    <w:rsid w:val="000753C5"/>
    <w:rsid w:val="001814FA"/>
    <w:rsid w:val="001E4E22"/>
    <w:rsid w:val="001F18AD"/>
    <w:rsid w:val="00257C16"/>
    <w:rsid w:val="002E1E97"/>
    <w:rsid w:val="002F17F1"/>
    <w:rsid w:val="002F559D"/>
    <w:rsid w:val="00375F38"/>
    <w:rsid w:val="003768C4"/>
    <w:rsid w:val="003D5F27"/>
    <w:rsid w:val="004005FD"/>
    <w:rsid w:val="0042613F"/>
    <w:rsid w:val="00470E5F"/>
    <w:rsid w:val="00494338"/>
    <w:rsid w:val="005342A7"/>
    <w:rsid w:val="00543F10"/>
    <w:rsid w:val="005676AE"/>
    <w:rsid w:val="00595A61"/>
    <w:rsid w:val="005A30E8"/>
    <w:rsid w:val="005B04C2"/>
    <w:rsid w:val="006873C9"/>
    <w:rsid w:val="006D7382"/>
    <w:rsid w:val="007747B8"/>
    <w:rsid w:val="00817119"/>
    <w:rsid w:val="00834ED4"/>
    <w:rsid w:val="008A2A5A"/>
    <w:rsid w:val="00921BE9"/>
    <w:rsid w:val="00921F57"/>
    <w:rsid w:val="00A15F1D"/>
    <w:rsid w:val="00A37E08"/>
    <w:rsid w:val="00A8300A"/>
    <w:rsid w:val="00AB62EA"/>
    <w:rsid w:val="00B948AE"/>
    <w:rsid w:val="00BB6A16"/>
    <w:rsid w:val="00C039DE"/>
    <w:rsid w:val="00C10654"/>
    <w:rsid w:val="00C43DF8"/>
    <w:rsid w:val="00CA009A"/>
    <w:rsid w:val="00D169C1"/>
    <w:rsid w:val="00D937A6"/>
    <w:rsid w:val="00E21C61"/>
    <w:rsid w:val="00E61DCF"/>
    <w:rsid w:val="00EE4795"/>
    <w:rsid w:val="00EF76EA"/>
    <w:rsid w:val="00F507C5"/>
    <w:rsid w:val="00FA04DE"/>
    <w:rsid w:val="00FE3D7C"/>
    <w:rsid w:val="0AD634C0"/>
    <w:rsid w:val="158D0873"/>
    <w:rsid w:val="160C2ED9"/>
    <w:rsid w:val="1FA62D65"/>
    <w:rsid w:val="23F131A4"/>
    <w:rsid w:val="27227A48"/>
    <w:rsid w:val="2AAC02A0"/>
    <w:rsid w:val="2D006E31"/>
    <w:rsid w:val="33C4490E"/>
    <w:rsid w:val="3643103F"/>
    <w:rsid w:val="49CC5B7E"/>
    <w:rsid w:val="4C6C461F"/>
    <w:rsid w:val="50F92DD6"/>
    <w:rsid w:val="52235B5E"/>
    <w:rsid w:val="581B6343"/>
    <w:rsid w:val="582B179C"/>
    <w:rsid w:val="5F640A7B"/>
    <w:rsid w:val="5FDE023D"/>
    <w:rsid w:val="60087FA7"/>
    <w:rsid w:val="62EE4217"/>
    <w:rsid w:val="63053F5C"/>
    <w:rsid w:val="6587068D"/>
    <w:rsid w:val="68284875"/>
    <w:rsid w:val="6BA61723"/>
    <w:rsid w:val="78D75217"/>
    <w:rsid w:val="7E7D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795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479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4795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EE4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E4795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E4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4795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EE4795"/>
  </w:style>
  <w:style w:type="paragraph" w:customStyle="1" w:styleId="CharCharCharCharCharCharChar">
    <w:name w:val="Char Char Char Char Char Char Char"/>
    <w:basedOn w:val="Normal"/>
    <w:uiPriority w:val="99"/>
    <w:rsid w:val="00EE47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66</Words>
  <Characters>379</Characters>
  <Application>Microsoft Office Outlook</Application>
  <DocSecurity>0</DocSecurity>
  <Lines>0</Lines>
  <Paragraphs>0</Paragraphs>
  <ScaleCrop>false</ScaleCrop>
  <Company>qust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Qu</dc:creator>
  <cp:keywords/>
  <dc:description/>
  <cp:lastModifiedBy>郭曰铎</cp:lastModifiedBy>
  <cp:revision>27</cp:revision>
  <cp:lastPrinted>2018-02-26T08:02:00Z</cp:lastPrinted>
  <dcterms:created xsi:type="dcterms:W3CDTF">2017-02-15T01:22:00Z</dcterms:created>
  <dcterms:modified xsi:type="dcterms:W3CDTF">2018-03-26T07:20:00Z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